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46D98" w14:textId="77777777" w:rsidR="00C82E8A" w:rsidRDefault="00C82E8A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From Email</w:t>
      </w:r>
    </w:p>
    <w:p w14:paraId="1EA0C40C" w14:textId="6307235C" w:rsidR="00353EFA" w:rsidRDefault="00C82E8A">
      <w:r>
        <w:rPr>
          <w:rFonts w:ascii="Helvetica" w:hAnsi="Helvetica"/>
          <w:color w:val="000000"/>
          <w:sz w:val="21"/>
          <w:szCs w:val="21"/>
        </w:rPr>
        <w:t>Dear Society for Psychotherapy Research, Prof. Horvath, and Dr. Anderson,</w:t>
      </w:r>
      <w:r>
        <w:rPr>
          <w:rFonts w:ascii="Helvetica" w:hAnsi="Helvetica"/>
          <w:color w:val="000000"/>
          <w:sz w:val="21"/>
          <w:szCs w:val="21"/>
        </w:rPr>
        <w:br/>
      </w:r>
      <w:r>
        <w:rPr>
          <w:rFonts w:ascii="Helvetica" w:hAnsi="Helvetica"/>
          <w:color w:val="000000"/>
          <w:sz w:val="21"/>
          <w:szCs w:val="21"/>
        </w:rPr>
        <w:br/>
        <w:t>I hope this email finds you well. I am pleased to inform you that our research on the reliability and validity of the Working Alliance Inventory - Observer version (WAI-O) Indonesian version has been published in the Asia Pacific Journal of Counselling and Psychotherapy (APJCP). You can download the article using the following link: (</w:t>
      </w:r>
      <w:hyperlink r:id="rId4" w:history="1">
        <w:r>
          <w:rPr>
            <w:rStyle w:val="Hyperlink"/>
            <w:rFonts w:ascii="Helvetica" w:hAnsi="Helvetica"/>
            <w:sz w:val="21"/>
            <w:szCs w:val="21"/>
          </w:rPr>
          <w:t>https://www.tandfonline.com/eprint/MDE8RUV2QPWBVIK3RX8J/full?target=10.1080/21507686.2024.2375230</w:t>
        </w:r>
      </w:hyperlink>
      <w:r>
        <w:rPr>
          <w:rFonts w:ascii="Helvetica" w:hAnsi="Helvetica"/>
          <w:color w:val="000000"/>
          <w:sz w:val="21"/>
          <w:szCs w:val="21"/>
        </w:rPr>
        <w:t>).</w:t>
      </w:r>
      <w:r>
        <w:rPr>
          <w:rFonts w:ascii="Helvetica" w:hAnsi="Helvetica"/>
          <w:color w:val="000000"/>
          <w:sz w:val="21"/>
          <w:szCs w:val="21"/>
        </w:rPr>
        <w:br/>
      </w:r>
      <w:r>
        <w:rPr>
          <w:rFonts w:ascii="Helvetica" w:hAnsi="Helvetica"/>
          <w:color w:val="000000"/>
          <w:sz w:val="21"/>
          <w:szCs w:val="21"/>
        </w:rPr>
        <w:br/>
        <w:t>Additionally, I have attached the translated version of the instrument and the manual to this email.</w:t>
      </w:r>
      <w:r>
        <w:rPr>
          <w:rStyle w:val="apple-converted-space"/>
          <w:rFonts w:ascii="Helvetica" w:hAnsi="Helvetica"/>
          <w:color w:val="000000"/>
          <w:sz w:val="21"/>
          <w:szCs w:val="21"/>
        </w:rPr>
        <w:t> </w:t>
      </w:r>
      <w:r>
        <w:rPr>
          <w:rFonts w:ascii="Helvetica" w:hAnsi="Helvetica"/>
          <w:color w:val="000000"/>
          <w:sz w:val="21"/>
          <w:szCs w:val="21"/>
        </w:rPr>
        <w:br/>
      </w:r>
      <w:r>
        <w:rPr>
          <w:rFonts w:ascii="Helvetica" w:hAnsi="Helvetica"/>
          <w:color w:val="000000"/>
          <w:sz w:val="21"/>
          <w:szCs w:val="21"/>
        </w:rPr>
        <w:br/>
        <w:t>I am also delighted to let you know that I have included your names in the acknowledgment section of the paper, in recognition of your invaluable support and guidance throughout this project.</w:t>
      </w:r>
      <w:r>
        <w:rPr>
          <w:rStyle w:val="apple-converted-space"/>
          <w:rFonts w:ascii="Helvetica" w:hAnsi="Helvetica"/>
          <w:color w:val="000000"/>
          <w:sz w:val="21"/>
          <w:szCs w:val="21"/>
        </w:rPr>
        <w:t> </w:t>
      </w:r>
      <w:r>
        <w:rPr>
          <w:rFonts w:ascii="Helvetica" w:hAnsi="Helvetica"/>
          <w:color w:val="000000"/>
          <w:sz w:val="21"/>
          <w:szCs w:val="21"/>
        </w:rPr>
        <w:br/>
      </w:r>
      <w:r>
        <w:rPr>
          <w:rFonts w:ascii="Helvetica" w:hAnsi="Helvetica"/>
          <w:color w:val="000000"/>
          <w:sz w:val="21"/>
          <w:szCs w:val="21"/>
        </w:rPr>
        <w:br/>
        <w:t>Thank you once again for your contributions. I truly appreciate your help and look forward to any feedback you may have.</w:t>
      </w:r>
      <w:r>
        <w:rPr>
          <w:rFonts w:ascii="Helvetica" w:hAnsi="Helvetica"/>
          <w:color w:val="000000"/>
          <w:sz w:val="21"/>
          <w:szCs w:val="21"/>
        </w:rPr>
        <w:br/>
      </w:r>
      <w:r>
        <w:rPr>
          <w:rFonts w:ascii="Helvetica" w:hAnsi="Helvetica"/>
          <w:color w:val="000000"/>
          <w:sz w:val="21"/>
          <w:szCs w:val="21"/>
        </w:rPr>
        <w:br/>
        <w:t>Best regards,  </w:t>
      </w:r>
      <w:r>
        <w:rPr>
          <w:rFonts w:ascii="Helvetica" w:hAnsi="Helvetica"/>
          <w:color w:val="000000"/>
          <w:sz w:val="21"/>
          <w:szCs w:val="21"/>
        </w:rPr>
        <w:br/>
      </w:r>
      <w:proofErr w:type="spellStart"/>
      <w:r>
        <w:rPr>
          <w:rFonts w:ascii="Helvetica" w:hAnsi="Helvetica"/>
          <w:color w:val="000000"/>
          <w:sz w:val="21"/>
          <w:szCs w:val="21"/>
        </w:rPr>
        <w:t>Leonita</w:t>
      </w:r>
      <w:proofErr w:type="spellEnd"/>
      <w:r>
        <w:rPr>
          <w:rFonts w:ascii="Helvetica" w:hAnsi="Helvetica"/>
          <w:color w:val="000000"/>
          <w:sz w:val="21"/>
          <w:szCs w:val="21"/>
        </w:rPr>
        <w:t xml:space="preserve"> A. Putri</w:t>
      </w:r>
    </w:p>
    <w:sectPr w:rsidR="00353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8A"/>
    <w:rsid w:val="00040DBD"/>
    <w:rsid w:val="00043EED"/>
    <w:rsid w:val="000A11CF"/>
    <w:rsid w:val="000B3323"/>
    <w:rsid w:val="000D7D94"/>
    <w:rsid w:val="000E7DD9"/>
    <w:rsid w:val="001063D7"/>
    <w:rsid w:val="00126634"/>
    <w:rsid w:val="00136274"/>
    <w:rsid w:val="00137D06"/>
    <w:rsid w:val="00155D90"/>
    <w:rsid w:val="00157240"/>
    <w:rsid w:val="00174D7D"/>
    <w:rsid w:val="00186F47"/>
    <w:rsid w:val="001B5766"/>
    <w:rsid w:val="001C6C12"/>
    <w:rsid w:val="001D5486"/>
    <w:rsid w:val="001E2978"/>
    <w:rsid w:val="00202715"/>
    <w:rsid w:val="00206C1E"/>
    <w:rsid w:val="00212762"/>
    <w:rsid w:val="00217976"/>
    <w:rsid w:val="0023085C"/>
    <w:rsid w:val="00250ED2"/>
    <w:rsid w:val="0025598A"/>
    <w:rsid w:val="00260BB7"/>
    <w:rsid w:val="00276F26"/>
    <w:rsid w:val="002809CE"/>
    <w:rsid w:val="0028109E"/>
    <w:rsid w:val="00282A11"/>
    <w:rsid w:val="002A0E0D"/>
    <w:rsid w:val="002D6B57"/>
    <w:rsid w:val="002F228F"/>
    <w:rsid w:val="002F3BB9"/>
    <w:rsid w:val="00303BE5"/>
    <w:rsid w:val="00305612"/>
    <w:rsid w:val="00326C2B"/>
    <w:rsid w:val="00337D94"/>
    <w:rsid w:val="003472C3"/>
    <w:rsid w:val="00353EFA"/>
    <w:rsid w:val="003773D8"/>
    <w:rsid w:val="00382AB0"/>
    <w:rsid w:val="004126D0"/>
    <w:rsid w:val="00425686"/>
    <w:rsid w:val="00442AB2"/>
    <w:rsid w:val="00454A69"/>
    <w:rsid w:val="00483595"/>
    <w:rsid w:val="00497CAB"/>
    <w:rsid w:val="004A0927"/>
    <w:rsid w:val="004B1955"/>
    <w:rsid w:val="004B39D3"/>
    <w:rsid w:val="004D3FF1"/>
    <w:rsid w:val="004D4950"/>
    <w:rsid w:val="004D49EE"/>
    <w:rsid w:val="005111BB"/>
    <w:rsid w:val="00513538"/>
    <w:rsid w:val="005509E4"/>
    <w:rsid w:val="00595BDF"/>
    <w:rsid w:val="00596642"/>
    <w:rsid w:val="005C4859"/>
    <w:rsid w:val="005D1B85"/>
    <w:rsid w:val="005F77E2"/>
    <w:rsid w:val="006049E6"/>
    <w:rsid w:val="0061407C"/>
    <w:rsid w:val="00625B2C"/>
    <w:rsid w:val="00634484"/>
    <w:rsid w:val="0064448F"/>
    <w:rsid w:val="006504BD"/>
    <w:rsid w:val="006619A9"/>
    <w:rsid w:val="00661AF4"/>
    <w:rsid w:val="006729CB"/>
    <w:rsid w:val="006757FC"/>
    <w:rsid w:val="0069383E"/>
    <w:rsid w:val="00695E92"/>
    <w:rsid w:val="006C4756"/>
    <w:rsid w:val="006D001A"/>
    <w:rsid w:val="006E2C7C"/>
    <w:rsid w:val="00730B08"/>
    <w:rsid w:val="00755691"/>
    <w:rsid w:val="00763009"/>
    <w:rsid w:val="0076487D"/>
    <w:rsid w:val="007768AF"/>
    <w:rsid w:val="00787367"/>
    <w:rsid w:val="007A285A"/>
    <w:rsid w:val="007B0D6E"/>
    <w:rsid w:val="007B54D9"/>
    <w:rsid w:val="007D27F2"/>
    <w:rsid w:val="007F1A96"/>
    <w:rsid w:val="00805447"/>
    <w:rsid w:val="00821768"/>
    <w:rsid w:val="00826BD3"/>
    <w:rsid w:val="0083116A"/>
    <w:rsid w:val="0083799B"/>
    <w:rsid w:val="008422D4"/>
    <w:rsid w:val="008532A9"/>
    <w:rsid w:val="0086039D"/>
    <w:rsid w:val="008769A0"/>
    <w:rsid w:val="00887DA0"/>
    <w:rsid w:val="008956DB"/>
    <w:rsid w:val="008A6D00"/>
    <w:rsid w:val="008D487A"/>
    <w:rsid w:val="009001F8"/>
    <w:rsid w:val="00900333"/>
    <w:rsid w:val="009160DB"/>
    <w:rsid w:val="00916BED"/>
    <w:rsid w:val="00921DFA"/>
    <w:rsid w:val="009239C1"/>
    <w:rsid w:val="0093326C"/>
    <w:rsid w:val="00937933"/>
    <w:rsid w:val="00943610"/>
    <w:rsid w:val="00944F00"/>
    <w:rsid w:val="009724E9"/>
    <w:rsid w:val="00981858"/>
    <w:rsid w:val="009B0697"/>
    <w:rsid w:val="009B7A14"/>
    <w:rsid w:val="009C3D55"/>
    <w:rsid w:val="009F280D"/>
    <w:rsid w:val="00A1206A"/>
    <w:rsid w:val="00A20DC1"/>
    <w:rsid w:val="00A55DA3"/>
    <w:rsid w:val="00A61A28"/>
    <w:rsid w:val="00A62F13"/>
    <w:rsid w:val="00AA6908"/>
    <w:rsid w:val="00AE73DA"/>
    <w:rsid w:val="00AF0D6E"/>
    <w:rsid w:val="00B24A12"/>
    <w:rsid w:val="00B32F66"/>
    <w:rsid w:val="00B46822"/>
    <w:rsid w:val="00B568E3"/>
    <w:rsid w:val="00B62EF4"/>
    <w:rsid w:val="00B76044"/>
    <w:rsid w:val="00B767AD"/>
    <w:rsid w:val="00B938E1"/>
    <w:rsid w:val="00BA6380"/>
    <w:rsid w:val="00BD6DA7"/>
    <w:rsid w:val="00BD6EB9"/>
    <w:rsid w:val="00BE0A02"/>
    <w:rsid w:val="00BE29BE"/>
    <w:rsid w:val="00C060A0"/>
    <w:rsid w:val="00C13269"/>
    <w:rsid w:val="00C17C13"/>
    <w:rsid w:val="00C31CAD"/>
    <w:rsid w:val="00C36E1F"/>
    <w:rsid w:val="00C41644"/>
    <w:rsid w:val="00C77953"/>
    <w:rsid w:val="00C82E8A"/>
    <w:rsid w:val="00C87479"/>
    <w:rsid w:val="00CC0383"/>
    <w:rsid w:val="00CC1DBE"/>
    <w:rsid w:val="00CE0BE4"/>
    <w:rsid w:val="00CE6BEE"/>
    <w:rsid w:val="00D127BA"/>
    <w:rsid w:val="00D13DD8"/>
    <w:rsid w:val="00D21106"/>
    <w:rsid w:val="00D64F2F"/>
    <w:rsid w:val="00D94C1A"/>
    <w:rsid w:val="00DD5E9E"/>
    <w:rsid w:val="00DF1000"/>
    <w:rsid w:val="00DF16A8"/>
    <w:rsid w:val="00E05E72"/>
    <w:rsid w:val="00E14849"/>
    <w:rsid w:val="00E27CFD"/>
    <w:rsid w:val="00E313ED"/>
    <w:rsid w:val="00E33411"/>
    <w:rsid w:val="00E41F87"/>
    <w:rsid w:val="00E82557"/>
    <w:rsid w:val="00E855A1"/>
    <w:rsid w:val="00E93C5B"/>
    <w:rsid w:val="00EA4799"/>
    <w:rsid w:val="00EB630C"/>
    <w:rsid w:val="00EC3F21"/>
    <w:rsid w:val="00EE463A"/>
    <w:rsid w:val="00EE5182"/>
    <w:rsid w:val="00EE5CB1"/>
    <w:rsid w:val="00F03C08"/>
    <w:rsid w:val="00F06D07"/>
    <w:rsid w:val="00F14B9E"/>
    <w:rsid w:val="00F26EF1"/>
    <w:rsid w:val="00F80DB0"/>
    <w:rsid w:val="00F84D22"/>
    <w:rsid w:val="00F9453D"/>
    <w:rsid w:val="00F95EB5"/>
    <w:rsid w:val="00FA190D"/>
    <w:rsid w:val="00FA53A4"/>
    <w:rsid w:val="00FB6831"/>
    <w:rsid w:val="00FE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4E9C1C"/>
  <w15:chartTrackingRefBased/>
  <w15:docId w15:val="{E42BF346-322C-BE4F-B0D9-2D47AF33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2E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E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E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E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E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E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E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E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E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E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E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E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E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E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E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E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E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E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2E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2E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2E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2E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2E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2E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2E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2E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E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E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2E8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82E8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82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andfonline.com/eprint/MDE8RUV2QPWBVIK3RX8J/full?target=10.1080/21507686.2024.23752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>Simon Fraser University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Horvath</dc:creator>
  <cp:keywords/>
  <dc:description/>
  <cp:lastModifiedBy>Adam Horvath</cp:lastModifiedBy>
  <cp:revision>1</cp:revision>
  <dcterms:created xsi:type="dcterms:W3CDTF">2024-07-09T17:56:00Z</dcterms:created>
  <dcterms:modified xsi:type="dcterms:W3CDTF">2024-07-09T17:57:00Z</dcterms:modified>
</cp:coreProperties>
</file>